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26C" w:rsidRPr="00FD4C51" w:rsidRDefault="0028026C" w:rsidP="007C7D20">
      <w:pPr>
        <w:ind w:firstLine="708"/>
        <w:jc w:val="right"/>
        <w:rPr>
          <w:sz w:val="28"/>
          <w:szCs w:val="28"/>
        </w:rPr>
      </w:pPr>
      <w:r w:rsidRPr="00FD4C51">
        <w:rPr>
          <w:sz w:val="28"/>
          <w:szCs w:val="28"/>
        </w:rPr>
        <w:t>Приложение № 1</w:t>
      </w:r>
    </w:p>
    <w:p w:rsidR="0028026C" w:rsidRDefault="0028026C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28026C" w:rsidRDefault="0028026C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по предоставлению общедоступного бесплатного </w:t>
      </w:r>
    </w:p>
    <w:p w:rsidR="0028026C" w:rsidRDefault="0028026C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дошкольного образования за 2015 год</w:t>
      </w:r>
    </w:p>
    <w:p w:rsidR="0028026C" w:rsidRDefault="0028026C" w:rsidP="0093786A">
      <w:pPr>
        <w:jc w:val="both"/>
        <w:rPr>
          <w:b/>
        </w:rPr>
      </w:pPr>
    </w:p>
    <w:p w:rsidR="0028026C" w:rsidRDefault="0028026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дошкольного образования,</w:t>
      </w:r>
      <w:r>
        <w:rPr>
          <w:sz w:val="26"/>
          <w:szCs w:val="26"/>
        </w:rPr>
        <w:t xml:space="preserve"> с 10 по 20 марта 2016 года был проведен социологический опрос среди родителей (законных представителей) детей, посещающих дошкольные учреждения, путем письменного анкетирования.</w:t>
      </w:r>
    </w:p>
    <w:p w:rsidR="0028026C" w:rsidRDefault="0028026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 xml:space="preserve">317 чел. </w:t>
      </w:r>
      <w:r>
        <w:rPr>
          <w:sz w:val="26"/>
          <w:szCs w:val="26"/>
        </w:rPr>
        <w:t>из семи муниципальных дошкольных образовательных учреждений: МБДОУ «Детский сад общеразвивающего вида № 1» , МБДОУ «ЦРР-детский сад № 4», МБДОУ «ЦРР-детский сад № 5», МБДОУ «Детский сад общеразвивающего вида № 6», МБДОУ «Детский сад общеразвивающего вида № 7», МБДОУ «ЦРР-детский сад № 10», МБДОУ «ЦРР-детский сад № 12», из них:</w:t>
      </w:r>
    </w:p>
    <w:p w:rsidR="0028026C" w:rsidRDefault="0028026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265 (84%), муж. – 52(16%) </w:t>
      </w:r>
    </w:p>
    <w:p w:rsidR="0028026C" w:rsidRDefault="0028026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возрасте: менее 25 лет – 7 (2,2%), от 25-30 лет – 122(38 %), от 31-40 лет – 144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(45 %), от 41-50 лет – 43(14%), от 51 и более – 1 (0,8%)</w:t>
      </w:r>
    </w:p>
    <w:p w:rsidR="0028026C" w:rsidRDefault="0028026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57(18 %), начальное профессиональное – 15( 4%), среднее профессиональное – 135(43%), высшее – 110(35%);</w:t>
      </w:r>
    </w:p>
    <w:p w:rsidR="0028026C" w:rsidRDefault="0028026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181(57%), служащие – 81(25,6%), студенты – 0, временно не работают – 54( 17%), пенсионеры – 1 (0,5%).</w:t>
      </w:r>
    </w:p>
    <w:p w:rsidR="0028026C" w:rsidRDefault="0028026C" w:rsidP="0093786A">
      <w:pPr>
        <w:jc w:val="both"/>
        <w:rPr>
          <w:b/>
        </w:rPr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28026C" w:rsidRDefault="0028026C" w:rsidP="0093786A">
      <w:pPr>
        <w:jc w:val="both"/>
        <w:rPr>
          <w:b/>
        </w:rPr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Удовлетворены ли Вы?</w:t>
      </w:r>
    </w:p>
    <w:p w:rsidR="0028026C" w:rsidRDefault="0028026C" w:rsidP="0093786A">
      <w:pPr>
        <w:jc w:val="both"/>
        <w:rPr>
          <w:b/>
        </w:rPr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1. Качеством образования (обучение и воспитание) в ДОУ</w:t>
      </w:r>
    </w:p>
    <w:p w:rsidR="0028026C" w:rsidRDefault="0028026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28026C" w:rsidRDefault="0028026C" w:rsidP="0093786A">
      <w:pPr>
        <w:jc w:val="both"/>
      </w:pPr>
      <w:r>
        <w:t xml:space="preserve">б) скорее не удовлетворены </w:t>
      </w:r>
      <w:r>
        <w:tab/>
      </w:r>
      <w:r>
        <w:tab/>
        <w:t>–  0</w:t>
      </w:r>
    </w:p>
    <w:p w:rsidR="0028026C" w:rsidRDefault="0028026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 xml:space="preserve"> 312</w:t>
      </w:r>
      <w:r>
        <w:rPr>
          <w:b/>
        </w:rPr>
        <w:tab/>
        <w:t>(98,4%)</w:t>
      </w:r>
    </w:p>
    <w:p w:rsidR="0028026C" w:rsidRPr="0029516F" w:rsidRDefault="0028026C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29516F">
        <w:rPr>
          <w:b/>
        </w:rPr>
        <w:t>5</w:t>
      </w:r>
      <w:r w:rsidRPr="0029516F">
        <w:rPr>
          <w:b/>
        </w:rPr>
        <w:tab/>
        <w:t>(1,5%)</w:t>
      </w:r>
      <w:r w:rsidRPr="0029516F">
        <w:rPr>
          <w:b/>
        </w:rPr>
        <w:tab/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ДОУ</w:t>
      </w:r>
    </w:p>
    <w:p w:rsidR="0028026C" w:rsidRDefault="0028026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28026C" w:rsidRDefault="0028026C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  <w:t>(0,5%)</w:t>
      </w:r>
    </w:p>
    <w:p w:rsidR="0028026C" w:rsidRDefault="0028026C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314</w:t>
      </w:r>
      <w:r>
        <w:rPr>
          <w:b/>
        </w:rPr>
        <w:tab/>
        <w:t>(99,1%)</w:t>
      </w:r>
    </w:p>
    <w:p w:rsidR="0028026C" w:rsidRPr="0029516F" w:rsidRDefault="0028026C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29516F">
        <w:rPr>
          <w:b/>
        </w:rPr>
        <w:t>3</w:t>
      </w:r>
      <w:r>
        <w:tab/>
        <w:t>(</w:t>
      </w:r>
      <w:r w:rsidRPr="0029516F">
        <w:rPr>
          <w:b/>
        </w:rPr>
        <w:t>0,9%)</w:t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28026C" w:rsidRPr="0029516F" w:rsidRDefault="0028026C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 w:rsidRPr="0029516F">
        <w:rPr>
          <w:b/>
        </w:rPr>
        <w:t>3</w:t>
      </w:r>
      <w:r w:rsidRPr="0029516F">
        <w:rPr>
          <w:b/>
        </w:rPr>
        <w:tab/>
        <w:t>(0,9%)</w:t>
      </w:r>
    </w:p>
    <w:p w:rsidR="0028026C" w:rsidRPr="0029516F" w:rsidRDefault="0028026C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29516F">
        <w:rPr>
          <w:b/>
        </w:rPr>
        <w:t>6</w:t>
      </w:r>
      <w:r w:rsidRPr="0029516F">
        <w:rPr>
          <w:b/>
        </w:rPr>
        <w:tab/>
        <w:t>(1,9%)</w:t>
      </w:r>
    </w:p>
    <w:p w:rsidR="0028026C" w:rsidRDefault="0028026C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269</w:t>
      </w:r>
      <w:r>
        <w:rPr>
          <w:b/>
        </w:rPr>
        <w:tab/>
        <w:t>(84,9%)</w:t>
      </w:r>
    </w:p>
    <w:p w:rsidR="0028026C" w:rsidRPr="0029516F" w:rsidRDefault="0028026C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29516F">
        <w:rPr>
          <w:b/>
        </w:rPr>
        <w:t>39</w:t>
      </w:r>
      <w:r w:rsidRPr="0029516F">
        <w:rPr>
          <w:b/>
        </w:rPr>
        <w:tab/>
        <w:t>(12,3%)</w:t>
      </w:r>
    </w:p>
    <w:p w:rsidR="0028026C" w:rsidRDefault="0028026C" w:rsidP="0093786A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28026C" w:rsidRPr="0029516F" w:rsidRDefault="0028026C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 w:rsidRPr="0029516F">
        <w:rPr>
          <w:b/>
        </w:rPr>
        <w:t>3</w:t>
      </w:r>
      <w:r w:rsidRPr="0029516F">
        <w:rPr>
          <w:b/>
        </w:rPr>
        <w:tab/>
        <w:t>(1%)</w:t>
      </w:r>
    </w:p>
    <w:p w:rsidR="0028026C" w:rsidRPr="0029516F" w:rsidRDefault="0028026C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29516F">
        <w:rPr>
          <w:b/>
        </w:rPr>
        <w:t>21</w:t>
      </w:r>
      <w:r w:rsidRPr="0029516F">
        <w:rPr>
          <w:b/>
        </w:rPr>
        <w:tab/>
        <w:t>(6,6%)</w:t>
      </w:r>
    </w:p>
    <w:p w:rsidR="0028026C" w:rsidRDefault="0028026C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259</w:t>
      </w:r>
      <w:r>
        <w:rPr>
          <w:b/>
        </w:rPr>
        <w:tab/>
        <w:t>(81,7%)</w:t>
      </w:r>
    </w:p>
    <w:p w:rsidR="0028026C" w:rsidRPr="0029516F" w:rsidRDefault="0028026C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29516F">
        <w:rPr>
          <w:b/>
        </w:rPr>
        <w:t>34</w:t>
      </w:r>
      <w:r w:rsidRPr="0029516F">
        <w:rPr>
          <w:b/>
        </w:rPr>
        <w:tab/>
        <w:t>(10,7%)</w:t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</w:pPr>
      <w:r>
        <w:rPr>
          <w:b/>
        </w:rPr>
        <w:t>5. Профессионализмом воспитателей</w:t>
      </w:r>
    </w:p>
    <w:p w:rsidR="0028026C" w:rsidRDefault="0028026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  <w:bookmarkStart w:id="0" w:name="_GoBack"/>
      <w:bookmarkEnd w:id="0"/>
    </w:p>
    <w:p w:rsidR="0028026C" w:rsidRDefault="0028026C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28026C" w:rsidRDefault="0028026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317</w:t>
      </w:r>
      <w:r>
        <w:rPr>
          <w:b/>
        </w:rPr>
        <w:tab/>
        <w:t>(100%)</w:t>
      </w:r>
    </w:p>
    <w:p w:rsidR="0028026C" w:rsidRDefault="0028026C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6. Организацией питания в учреждении</w:t>
      </w:r>
    </w:p>
    <w:p w:rsidR="0028026C" w:rsidRPr="00CE3EA6" w:rsidRDefault="0028026C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 w:rsidRPr="00CE3EA6">
        <w:rPr>
          <w:b/>
        </w:rPr>
        <w:t>1(1</w:t>
      </w:r>
      <w:r>
        <w:rPr>
          <w:b/>
        </w:rPr>
        <w:t>,0</w:t>
      </w:r>
      <w:r w:rsidRPr="00CE3EA6">
        <w:rPr>
          <w:b/>
        </w:rPr>
        <w:t>%)</w:t>
      </w:r>
    </w:p>
    <w:p w:rsidR="0028026C" w:rsidRPr="00CE3EA6" w:rsidRDefault="0028026C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CE3EA6">
        <w:rPr>
          <w:b/>
        </w:rPr>
        <w:t>42</w:t>
      </w:r>
      <w:r w:rsidRPr="00CE3EA6">
        <w:rPr>
          <w:b/>
        </w:rPr>
        <w:tab/>
        <w:t>(15%)</w:t>
      </w:r>
    </w:p>
    <w:p w:rsidR="0028026C" w:rsidRDefault="0028026C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221</w:t>
      </w:r>
      <w:r>
        <w:rPr>
          <w:b/>
        </w:rPr>
        <w:tab/>
        <w:t>(80%)</w:t>
      </w:r>
    </w:p>
    <w:p w:rsidR="0028026C" w:rsidRPr="00CE3EA6" w:rsidRDefault="0028026C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CE3EA6">
        <w:rPr>
          <w:b/>
        </w:rPr>
        <w:t>12</w:t>
      </w:r>
      <w:r w:rsidRPr="00CE3EA6">
        <w:rPr>
          <w:b/>
        </w:rPr>
        <w:tab/>
        <w:t>(5%)</w:t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7. Обеспечением литературой, наглядными пособиями, учебниками, игрушками</w:t>
      </w:r>
    </w:p>
    <w:p w:rsidR="0028026C" w:rsidRPr="00CE3EA6" w:rsidRDefault="0028026C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3</w:t>
      </w:r>
      <w:r>
        <w:rPr>
          <w:b/>
        </w:rPr>
        <w:tab/>
        <w:t>(1,0</w:t>
      </w:r>
      <w:r w:rsidRPr="00CE3EA6">
        <w:rPr>
          <w:b/>
        </w:rPr>
        <w:t>%)</w:t>
      </w:r>
    </w:p>
    <w:p w:rsidR="0028026C" w:rsidRPr="00CE3EA6" w:rsidRDefault="0028026C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CE3EA6">
        <w:rPr>
          <w:b/>
        </w:rPr>
        <w:t>17</w:t>
      </w:r>
      <w:r w:rsidRPr="00CE3EA6">
        <w:rPr>
          <w:b/>
        </w:rPr>
        <w:tab/>
        <w:t>(5,3%)</w:t>
      </w:r>
    </w:p>
    <w:p w:rsidR="0028026C" w:rsidRDefault="0028026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271</w:t>
      </w:r>
      <w:r>
        <w:rPr>
          <w:b/>
        </w:rPr>
        <w:tab/>
        <w:t>(85,5%)</w:t>
      </w:r>
    </w:p>
    <w:p w:rsidR="0028026C" w:rsidRPr="00CE3EA6" w:rsidRDefault="0028026C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CE3EA6">
        <w:rPr>
          <w:b/>
        </w:rPr>
        <w:t>26</w:t>
      </w:r>
      <w:r w:rsidRPr="00CE3EA6">
        <w:rPr>
          <w:b/>
        </w:rPr>
        <w:tab/>
        <w:t>(8,2%)</w:t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</w:pPr>
      <w:r>
        <w:rPr>
          <w:b/>
        </w:rPr>
        <w:t>8.  Санитарно – гигиеническими условиями в ДОУ</w:t>
      </w:r>
    </w:p>
    <w:p w:rsidR="0028026C" w:rsidRDefault="0028026C" w:rsidP="0093786A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 w:rsidRPr="0068264F">
        <w:rPr>
          <w:b/>
        </w:rPr>
        <w:t>0</w:t>
      </w:r>
    </w:p>
    <w:p w:rsidR="0028026C" w:rsidRPr="0068264F" w:rsidRDefault="0028026C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68264F">
        <w:rPr>
          <w:b/>
        </w:rPr>
        <w:t>3</w:t>
      </w:r>
      <w:r w:rsidRPr="0068264F">
        <w:rPr>
          <w:b/>
        </w:rPr>
        <w:tab/>
        <w:t>(0,9%)</w:t>
      </w:r>
    </w:p>
    <w:p w:rsidR="0028026C" w:rsidRDefault="0028026C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303</w:t>
      </w:r>
      <w:r>
        <w:rPr>
          <w:b/>
        </w:rPr>
        <w:tab/>
        <w:t>(95,6%)</w:t>
      </w:r>
    </w:p>
    <w:p w:rsidR="0028026C" w:rsidRPr="0068264F" w:rsidRDefault="0028026C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8264F">
        <w:rPr>
          <w:b/>
        </w:rPr>
        <w:t>11</w:t>
      </w:r>
      <w:r w:rsidRPr="0068264F">
        <w:rPr>
          <w:b/>
        </w:rPr>
        <w:tab/>
        <w:t>(3,5%)</w:t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9. Взаимоотношениями воспитателей с воспитанниками</w:t>
      </w:r>
    </w:p>
    <w:p w:rsidR="0028026C" w:rsidRDefault="0028026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28026C" w:rsidRDefault="0028026C" w:rsidP="0093786A">
      <w:pPr>
        <w:jc w:val="both"/>
      </w:pPr>
      <w:r>
        <w:t>б) скорее не удовлетворены</w:t>
      </w:r>
      <w:r>
        <w:tab/>
      </w:r>
      <w:r>
        <w:tab/>
        <w:t>- 0</w:t>
      </w:r>
    </w:p>
    <w:p w:rsidR="0028026C" w:rsidRDefault="0028026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314</w:t>
      </w:r>
      <w:r>
        <w:rPr>
          <w:b/>
        </w:rPr>
        <w:tab/>
        <w:t>(99,1%)</w:t>
      </w:r>
    </w:p>
    <w:p w:rsidR="0028026C" w:rsidRDefault="0028026C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8264F">
        <w:rPr>
          <w:b/>
        </w:rPr>
        <w:t>3</w:t>
      </w:r>
      <w:r w:rsidRPr="0068264F">
        <w:rPr>
          <w:b/>
        </w:rPr>
        <w:tab/>
        <w:t>(0,9%)</w:t>
      </w:r>
      <w:r w:rsidRPr="0068264F">
        <w:rPr>
          <w:b/>
        </w:rPr>
        <w:tab/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воспитателей   с родителями</w:t>
      </w:r>
    </w:p>
    <w:p w:rsidR="0028026C" w:rsidRDefault="0028026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28026C" w:rsidRDefault="0028026C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28026C" w:rsidRDefault="0028026C" w:rsidP="0068264F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314</w:t>
      </w:r>
      <w:r>
        <w:rPr>
          <w:b/>
        </w:rPr>
        <w:tab/>
        <w:t>(99,1%)</w:t>
      </w:r>
    </w:p>
    <w:p w:rsidR="0028026C" w:rsidRDefault="0028026C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8264F">
        <w:rPr>
          <w:b/>
        </w:rPr>
        <w:t>3</w:t>
      </w:r>
      <w:r w:rsidRPr="0068264F">
        <w:rPr>
          <w:b/>
        </w:rPr>
        <w:tab/>
        <w:t>(0,9%)</w:t>
      </w:r>
      <w:r w:rsidRPr="0068264F">
        <w:rPr>
          <w:b/>
        </w:rPr>
        <w:tab/>
      </w:r>
    </w:p>
    <w:p w:rsidR="0028026C" w:rsidRDefault="0028026C" w:rsidP="0093786A">
      <w:pPr>
        <w:jc w:val="both"/>
        <w:rPr>
          <w:b/>
        </w:rPr>
      </w:pPr>
    </w:p>
    <w:p w:rsidR="0028026C" w:rsidRDefault="0028026C" w:rsidP="0093786A">
      <w:pPr>
        <w:jc w:val="both"/>
        <w:rPr>
          <w:i/>
        </w:rPr>
      </w:pP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</w:pPr>
      <w:r>
        <w:t>Начальник МКУ «Управление образования»                              Г.А.Балакина</w:t>
      </w: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</w:pPr>
    </w:p>
    <w:p w:rsidR="0028026C" w:rsidRDefault="0028026C" w:rsidP="0093786A">
      <w:pPr>
        <w:jc w:val="both"/>
      </w:pPr>
      <w:r>
        <w:t>М.Л.Гостева</w:t>
      </w:r>
    </w:p>
    <w:p w:rsidR="0028026C" w:rsidRDefault="0028026C" w:rsidP="0093786A">
      <w:pPr>
        <w:jc w:val="both"/>
      </w:pPr>
      <w:r>
        <w:t>25-9-69</w:t>
      </w:r>
    </w:p>
    <w:sectPr w:rsidR="0028026C" w:rsidSect="00F45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1FA"/>
    <w:rsid w:val="000E04A7"/>
    <w:rsid w:val="001F1D2F"/>
    <w:rsid w:val="00247408"/>
    <w:rsid w:val="0028026C"/>
    <w:rsid w:val="0029516F"/>
    <w:rsid w:val="0030168C"/>
    <w:rsid w:val="00333C3B"/>
    <w:rsid w:val="00541D98"/>
    <w:rsid w:val="005A06FE"/>
    <w:rsid w:val="005A5AC4"/>
    <w:rsid w:val="0068264F"/>
    <w:rsid w:val="006B41A1"/>
    <w:rsid w:val="007C7D20"/>
    <w:rsid w:val="0093786A"/>
    <w:rsid w:val="00B17BB5"/>
    <w:rsid w:val="00BD2C6B"/>
    <w:rsid w:val="00BD51FA"/>
    <w:rsid w:val="00C82F29"/>
    <w:rsid w:val="00C92FE7"/>
    <w:rsid w:val="00CE3EA6"/>
    <w:rsid w:val="00D02D5D"/>
    <w:rsid w:val="00D349C9"/>
    <w:rsid w:val="00F45909"/>
    <w:rsid w:val="00FD4C51"/>
    <w:rsid w:val="00FF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2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FE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580</Words>
  <Characters>3309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User</dc:creator>
  <cp:keywords/>
  <dc:description/>
  <cp:lastModifiedBy>user33</cp:lastModifiedBy>
  <cp:revision>5</cp:revision>
  <cp:lastPrinted>2016-03-22T08:04:00Z</cp:lastPrinted>
  <dcterms:created xsi:type="dcterms:W3CDTF">2016-03-31T00:28:00Z</dcterms:created>
  <dcterms:modified xsi:type="dcterms:W3CDTF">2016-03-31T01:28:00Z</dcterms:modified>
</cp:coreProperties>
</file>